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E16769" w14:textId="78B7184A" w:rsidR="004D36D7" w:rsidRPr="00FD4A68" w:rsidRDefault="006C2017" w:rsidP="00B47940">
      <w:pPr>
        <w:pStyle w:val="Title"/>
        <w:rPr>
          <w:rStyle w:val="LabTitleInstVersred"/>
          <w:b/>
          <w:color w:val="auto"/>
        </w:rPr>
      </w:pPr>
      <w:sdt>
        <w:sdtPr>
          <w:rPr>
            <w:b w:val="0"/>
            <w:color w:val="EE0000"/>
          </w:rPr>
          <w:alias w:val="Title"/>
          <w:tag w:val=""/>
          <w:id w:val="-487021785"/>
          <w:placeholder>
            <w:docPart w:val="E9ABABD7291F426E839351AA20F94907"/>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E110D8">
            <w:t>Lab - Exploring DNS Traffic</w:t>
          </w:r>
        </w:sdtContent>
      </w:sdt>
    </w:p>
    <w:p w14:paraId="2DF52E93" w14:textId="77777777" w:rsidR="00D778DF" w:rsidRPr="00E70096" w:rsidRDefault="00D778DF" w:rsidP="00D452F4">
      <w:pPr>
        <w:pStyle w:val="Heading1"/>
      </w:pPr>
      <w:r w:rsidRPr="00E70096">
        <w:t>Objectives</w:t>
      </w:r>
    </w:p>
    <w:p w14:paraId="320898AB" w14:textId="77777777" w:rsidR="00E110D8" w:rsidRDefault="00E110D8" w:rsidP="00E110D8">
      <w:pPr>
        <w:pStyle w:val="BodyTextL25Bold"/>
      </w:pPr>
      <w:r>
        <w:t>Part 1: Capture DNS Traffic</w:t>
      </w:r>
    </w:p>
    <w:p w14:paraId="0ED594BE" w14:textId="77777777" w:rsidR="00E110D8" w:rsidRDefault="00E110D8" w:rsidP="00E110D8">
      <w:pPr>
        <w:pStyle w:val="BodyTextL25Bold"/>
      </w:pPr>
      <w:r>
        <w:t>Part 2: Explore DNS Query Traffic</w:t>
      </w:r>
    </w:p>
    <w:p w14:paraId="32B7EE7A" w14:textId="77777777" w:rsidR="00E110D8" w:rsidRPr="00005B20" w:rsidRDefault="00E110D8" w:rsidP="00E110D8">
      <w:pPr>
        <w:pStyle w:val="BodyTextL25Bold"/>
      </w:pPr>
      <w:r>
        <w:t>Part 3: Explore DNS Response Traffic</w:t>
      </w:r>
    </w:p>
    <w:p w14:paraId="554493AA" w14:textId="77777777" w:rsidR="00D778DF" w:rsidRDefault="00D778DF" w:rsidP="00D452F4">
      <w:pPr>
        <w:pStyle w:val="Heading1"/>
      </w:pPr>
      <w:r w:rsidRPr="00E70096">
        <w:t>Background / Scenario</w:t>
      </w:r>
    </w:p>
    <w:p w14:paraId="42E1B653" w14:textId="77777777" w:rsidR="00E110D8" w:rsidRDefault="00E110D8" w:rsidP="00E110D8">
      <w:pPr>
        <w:pStyle w:val="BodyTextL25"/>
      </w:pPr>
      <w:r>
        <w:t>Wireshark is an open source packet capture and analysis tool. Wireshark gives a detailed breakdown of the network protocol stack. Wireshark allows you to filter traffic for network troubleshooting, investigate security issues, and analyze network protocols. Because Wireshark allows you to view the packet details, it can be used as a reconnaissance tool for an attacker.</w:t>
      </w:r>
    </w:p>
    <w:p w14:paraId="681C78A0" w14:textId="39DA8123" w:rsidR="00E110D8" w:rsidRPr="00AD480B" w:rsidRDefault="00E110D8" w:rsidP="00E110D8">
      <w:pPr>
        <w:pStyle w:val="BodyTextL25"/>
        <w:rPr>
          <w:rFonts w:eastAsia="SimSun"/>
          <w:lang w:eastAsia="zh-CN"/>
        </w:rPr>
      </w:pPr>
      <w:r>
        <w:t>In this lab, you will install Wireshark and use Wireshark to filter for DNS packets and view the details of both DNS query and response packets.</w:t>
      </w:r>
    </w:p>
    <w:p w14:paraId="274C703D" w14:textId="77777777" w:rsidR="00D778DF" w:rsidRPr="00E70096" w:rsidRDefault="00D778DF" w:rsidP="00D452F4">
      <w:pPr>
        <w:pStyle w:val="Heading1"/>
      </w:pPr>
      <w:r w:rsidRPr="00E70096">
        <w:t>Required Resources</w:t>
      </w:r>
    </w:p>
    <w:p w14:paraId="066648E1" w14:textId="7A8BC2F3" w:rsidR="00E110D8" w:rsidRDefault="00E110D8" w:rsidP="00E110D8">
      <w:pPr>
        <w:pStyle w:val="Bulletlevel1"/>
        <w:spacing w:before="60" w:after="60" w:line="276" w:lineRule="auto"/>
      </w:pPr>
      <w:r>
        <w:t>1 PC with internet access and Wireshark installed</w:t>
      </w:r>
    </w:p>
    <w:p w14:paraId="6CF40C2B" w14:textId="77777777" w:rsidR="00125806" w:rsidRDefault="00125806" w:rsidP="00D452F4">
      <w:pPr>
        <w:pStyle w:val="Heading1"/>
      </w:pPr>
      <w:r>
        <w:t>Instructions</w:t>
      </w:r>
    </w:p>
    <w:p w14:paraId="0A002F17" w14:textId="77777777" w:rsidR="00134989" w:rsidRDefault="00134989" w:rsidP="00134989">
      <w:pPr>
        <w:pStyle w:val="Heading2"/>
      </w:pPr>
      <w:r>
        <w:t>Capture DNS Traffic</w:t>
      </w:r>
    </w:p>
    <w:p w14:paraId="441B3708" w14:textId="77777777" w:rsidR="00134989" w:rsidRPr="00AF55F8" w:rsidRDefault="00134989" w:rsidP="00134989">
      <w:pPr>
        <w:pStyle w:val="Heading3"/>
      </w:pPr>
      <w:r>
        <w:t>Download and install Wireshark.</w:t>
      </w:r>
    </w:p>
    <w:p w14:paraId="631B1827" w14:textId="0E9900DF" w:rsidR="00134989" w:rsidRDefault="00443D32" w:rsidP="00134989">
      <w:pPr>
        <w:pStyle w:val="SubStepAlpha"/>
      </w:pPr>
      <w:r>
        <w:t xml:space="preserve">Download the latest stable version of Wireshark from </w:t>
      </w:r>
      <w:hyperlink r:id="rId8" w:history="1">
        <w:r w:rsidRPr="006A2B67">
          <w:rPr>
            <w:rStyle w:val="Hyperlink"/>
          </w:rPr>
          <w:t>www.wireshark.org</w:t>
        </w:r>
      </w:hyperlink>
      <w:r>
        <w:t>. Choose the software version you need based on your PC’s architecture and operating system.</w:t>
      </w:r>
    </w:p>
    <w:p w14:paraId="38A897FC" w14:textId="627438BC" w:rsidR="00134989" w:rsidRDefault="00C9758A" w:rsidP="00CA68A1">
      <w:pPr>
        <w:pStyle w:val="SubStepAlpha"/>
      </w:pPr>
      <w:r>
        <w:t>Follow the on</w:t>
      </w:r>
      <w:r w:rsidR="00E45760">
        <w:t xml:space="preserve">-screen instructions to install </w:t>
      </w:r>
      <w:r w:rsidR="005467FC">
        <w:t>W</w:t>
      </w:r>
      <w:r w:rsidR="00E45760">
        <w:t xml:space="preserve">ireshark. </w:t>
      </w:r>
      <w:r>
        <w:rPr>
          <w:bCs/>
        </w:rPr>
        <w:t xml:space="preserve">If you are prompted to install USBPcap, </w:t>
      </w:r>
      <w:r>
        <w:rPr>
          <w:b/>
        </w:rPr>
        <w:t>d</w:t>
      </w:r>
      <w:r w:rsidR="00134989">
        <w:rPr>
          <w:b/>
        </w:rPr>
        <w:t xml:space="preserve">o NOT </w:t>
      </w:r>
      <w:r w:rsidR="00134989">
        <w:t>install USBPcap for normal traffic capture.</w:t>
      </w:r>
      <w:r w:rsidR="00134989" w:rsidRPr="00291E11">
        <w:t xml:space="preserve"> </w:t>
      </w:r>
      <w:r w:rsidR="00134989">
        <w:t xml:space="preserve">USBPcap is experimental, and it could cause USB problems on your PC. </w:t>
      </w:r>
    </w:p>
    <w:p w14:paraId="651C5872" w14:textId="77777777" w:rsidR="00134989" w:rsidRDefault="00134989" w:rsidP="00134989">
      <w:pPr>
        <w:pStyle w:val="Heading3"/>
      </w:pPr>
      <w:r>
        <w:t>Capture DNS traffic.</w:t>
      </w:r>
    </w:p>
    <w:p w14:paraId="0B79EE26" w14:textId="6438FBE6" w:rsidR="00134989" w:rsidRDefault="00E45760" w:rsidP="00CA68A1">
      <w:pPr>
        <w:pStyle w:val="SubStepAlpha"/>
      </w:pPr>
      <w:r>
        <w:t>Start Wireshark.</w:t>
      </w:r>
      <w:r w:rsidR="00134989">
        <w:t xml:space="preserve"> </w:t>
      </w:r>
      <w:r w:rsidR="00FB6C45">
        <w:t>Select an</w:t>
      </w:r>
      <w:r w:rsidR="005467FC">
        <w:t xml:space="preserve"> active</w:t>
      </w:r>
      <w:r w:rsidR="00FB6C45">
        <w:t xml:space="preserve"> interface with traffic for packet capture.</w:t>
      </w:r>
    </w:p>
    <w:p w14:paraId="481329DA" w14:textId="0F808ADC" w:rsidR="00134989" w:rsidRDefault="00B96640">
      <w:pPr>
        <w:pStyle w:val="SubStepAlpha"/>
      </w:pPr>
      <w:r>
        <w:t>Clear the DNS cache.</w:t>
      </w:r>
    </w:p>
    <w:p w14:paraId="0E72A404" w14:textId="36BA3ABA" w:rsidR="00B96640" w:rsidRDefault="00B96640" w:rsidP="00B96640">
      <w:pPr>
        <w:pStyle w:val="SubStepNum"/>
      </w:pPr>
      <w:r>
        <w:t xml:space="preserve">In Windows, enter </w:t>
      </w:r>
      <w:r w:rsidRPr="00AD480B">
        <w:rPr>
          <w:b/>
        </w:rPr>
        <w:t>ipconfig /flushdns</w:t>
      </w:r>
      <w:r>
        <w:t xml:space="preserve"> in Command Prompt.</w:t>
      </w:r>
    </w:p>
    <w:p w14:paraId="7813B6F8" w14:textId="3339EC72" w:rsidR="00B80BED" w:rsidRDefault="00973F48" w:rsidP="00B96640">
      <w:pPr>
        <w:pStyle w:val="SubStepNum"/>
      </w:pPr>
      <w:r>
        <w:t xml:space="preserve">For the majority of </w:t>
      </w:r>
      <w:r w:rsidR="006F25CE">
        <w:t>Linux distribution</w:t>
      </w:r>
      <w:r>
        <w:t>s</w:t>
      </w:r>
      <w:r w:rsidR="006F25CE">
        <w:t>,</w:t>
      </w:r>
      <w:r>
        <w:t xml:space="preserve"> one of the following utilities is used for DNS caching: Systemd -Resolved, DNSMasq, and NSCD. If your Linux distribution does not use one of the listed utilities, please perform an internet</w:t>
      </w:r>
      <w:r w:rsidR="00D632E1">
        <w:t xml:space="preserve"> </w:t>
      </w:r>
      <w:r>
        <w:t xml:space="preserve">search for the </w:t>
      </w:r>
      <w:r w:rsidR="00D632E1">
        <w:t xml:space="preserve">DNS caching </w:t>
      </w:r>
      <w:r w:rsidR="0030613F">
        <w:t xml:space="preserve">utility </w:t>
      </w:r>
      <w:r w:rsidR="00D632E1">
        <w:t>for your Linux distribution.</w:t>
      </w:r>
    </w:p>
    <w:p w14:paraId="1B0582B3" w14:textId="637EF006" w:rsidR="00D632E1" w:rsidRDefault="0030613F" w:rsidP="00B80BED">
      <w:pPr>
        <w:pStyle w:val="SubstepRomanNum"/>
      </w:pPr>
      <w:r>
        <w:t>Identify</w:t>
      </w:r>
      <w:r w:rsidR="00D632E1">
        <w:t xml:space="preserve"> the utility used</w:t>
      </w:r>
      <w:r>
        <w:t xml:space="preserve"> in your Linux distribution by checking the status</w:t>
      </w:r>
      <w:r w:rsidR="00D632E1">
        <w:t>:</w:t>
      </w:r>
    </w:p>
    <w:p w14:paraId="14044369" w14:textId="520190C1" w:rsidR="00D632E1" w:rsidRPr="00CA68A1" w:rsidRDefault="0030613F" w:rsidP="00CA68A1">
      <w:pPr>
        <w:pStyle w:val="SubstepRomanNum"/>
        <w:numPr>
          <w:ilvl w:val="6"/>
          <w:numId w:val="5"/>
        </w:numPr>
        <w:tabs>
          <w:tab w:val="left" w:pos="3330"/>
        </w:tabs>
      </w:pPr>
      <w:r>
        <w:t>Systemd-Resolved:</w:t>
      </w:r>
      <w:r>
        <w:tab/>
      </w:r>
      <w:r w:rsidR="00B80BED" w:rsidRPr="00CA68A1">
        <w:rPr>
          <w:b/>
          <w:bCs/>
        </w:rPr>
        <w:t>systemctl status systemd-resolved.service</w:t>
      </w:r>
    </w:p>
    <w:p w14:paraId="7F13883F" w14:textId="5696EC2F" w:rsidR="00D632E1" w:rsidRPr="00CA68A1" w:rsidRDefault="0030613F" w:rsidP="00CA68A1">
      <w:pPr>
        <w:pStyle w:val="SubstepRomanNum"/>
        <w:numPr>
          <w:ilvl w:val="6"/>
          <w:numId w:val="5"/>
        </w:numPr>
        <w:tabs>
          <w:tab w:val="left" w:pos="3330"/>
        </w:tabs>
      </w:pPr>
      <w:r w:rsidRPr="00CA68A1">
        <w:t>DNSMasq:</w:t>
      </w:r>
      <w:r>
        <w:tab/>
      </w:r>
      <w:r w:rsidR="00D632E1">
        <w:rPr>
          <w:b/>
          <w:bCs/>
        </w:rPr>
        <w:t>systemctl status dnsmasq.service</w:t>
      </w:r>
    </w:p>
    <w:p w14:paraId="3A2E5184" w14:textId="65725AD8" w:rsidR="00D632E1" w:rsidRPr="00CA68A1" w:rsidRDefault="0030613F" w:rsidP="00CA68A1">
      <w:pPr>
        <w:pStyle w:val="SubstepRomanNum"/>
        <w:numPr>
          <w:ilvl w:val="6"/>
          <w:numId w:val="5"/>
        </w:numPr>
        <w:tabs>
          <w:tab w:val="left" w:pos="3330"/>
        </w:tabs>
      </w:pPr>
      <w:r w:rsidRPr="00CA68A1">
        <w:t>NSCD:</w:t>
      </w:r>
      <w:r>
        <w:tab/>
      </w:r>
      <w:r w:rsidR="00D632E1">
        <w:rPr>
          <w:b/>
          <w:bCs/>
        </w:rPr>
        <w:t>systemctl status nscd.service</w:t>
      </w:r>
    </w:p>
    <w:p w14:paraId="45BA8352" w14:textId="1E8E4DE4" w:rsidR="00B80BED" w:rsidRDefault="0030613F" w:rsidP="00B80BED">
      <w:pPr>
        <w:pStyle w:val="SubstepRomanNum"/>
      </w:pPr>
      <w:r>
        <w:lastRenderedPageBreak/>
        <w:t xml:space="preserve">If you are using system-resolved, </w:t>
      </w:r>
      <w:r w:rsidR="00B80BED" w:rsidRPr="00CA68A1">
        <w:t xml:space="preserve">enter </w:t>
      </w:r>
      <w:r w:rsidR="00B80BED" w:rsidRPr="002357B3">
        <w:rPr>
          <w:b/>
          <w:bCs/>
        </w:rPr>
        <w:t>systemd-resolve --flush-caches</w:t>
      </w:r>
      <w:r w:rsidR="00B80BED">
        <w:t xml:space="preserve"> to flush the cache</w:t>
      </w:r>
      <w:r w:rsidR="00B96BC2">
        <w:t xml:space="preserve"> for Systemd-Resolved</w:t>
      </w:r>
      <w:r>
        <w:t xml:space="preserve"> before restarting the service</w:t>
      </w:r>
      <w:r w:rsidR="00B96BC2">
        <w:t>.</w:t>
      </w:r>
      <w:r>
        <w:t xml:space="preserve"> The following commands restart the associated service using elevated privileges:</w:t>
      </w:r>
    </w:p>
    <w:p w14:paraId="2919866C" w14:textId="2EAE8596" w:rsidR="0030613F" w:rsidRPr="002357B3" w:rsidRDefault="0030613F" w:rsidP="0030613F">
      <w:pPr>
        <w:pStyle w:val="SubstepRomanNum"/>
        <w:numPr>
          <w:ilvl w:val="6"/>
          <w:numId w:val="5"/>
        </w:numPr>
        <w:tabs>
          <w:tab w:val="left" w:pos="3330"/>
        </w:tabs>
      </w:pPr>
      <w:r>
        <w:t>Systemd-Resolved:</w:t>
      </w:r>
      <w:r>
        <w:tab/>
      </w:r>
      <w:r w:rsidRPr="00CA68A1">
        <w:rPr>
          <w:b/>
          <w:bCs/>
        </w:rPr>
        <w:t xml:space="preserve">sudo </w:t>
      </w:r>
      <w:r w:rsidRPr="002357B3">
        <w:rPr>
          <w:b/>
          <w:bCs/>
        </w:rPr>
        <w:t xml:space="preserve">systemctl </w:t>
      </w:r>
      <w:r>
        <w:rPr>
          <w:b/>
          <w:bCs/>
        </w:rPr>
        <w:t>restart</w:t>
      </w:r>
      <w:r w:rsidRPr="002357B3">
        <w:rPr>
          <w:b/>
          <w:bCs/>
        </w:rPr>
        <w:t xml:space="preserve"> systemd-resolved.service</w:t>
      </w:r>
    </w:p>
    <w:p w14:paraId="5346A4F1" w14:textId="58F2ABF7" w:rsidR="0030613F" w:rsidRPr="002357B3" w:rsidRDefault="0030613F" w:rsidP="0030613F">
      <w:pPr>
        <w:pStyle w:val="SubstepRomanNum"/>
        <w:numPr>
          <w:ilvl w:val="6"/>
          <w:numId w:val="5"/>
        </w:numPr>
        <w:tabs>
          <w:tab w:val="left" w:pos="3330"/>
        </w:tabs>
      </w:pPr>
      <w:r w:rsidRPr="002357B3">
        <w:t>DNSMasq:</w:t>
      </w:r>
      <w:r>
        <w:tab/>
      </w:r>
      <w:r>
        <w:rPr>
          <w:b/>
          <w:bCs/>
        </w:rPr>
        <w:t>sudo systemctl restart dnsmasq.service</w:t>
      </w:r>
    </w:p>
    <w:p w14:paraId="583284DF" w14:textId="395D55B4" w:rsidR="0030613F" w:rsidRPr="00CA68A1" w:rsidRDefault="0030613F" w:rsidP="0030613F">
      <w:pPr>
        <w:pStyle w:val="SubstepRomanNum"/>
        <w:numPr>
          <w:ilvl w:val="6"/>
          <w:numId w:val="5"/>
        </w:numPr>
        <w:tabs>
          <w:tab w:val="left" w:pos="3330"/>
        </w:tabs>
      </w:pPr>
      <w:r w:rsidRPr="002357B3">
        <w:t>NSCD:</w:t>
      </w:r>
      <w:r>
        <w:tab/>
      </w:r>
      <w:r>
        <w:rPr>
          <w:b/>
          <w:bCs/>
        </w:rPr>
        <w:t>sudo systemctl restart nscd.service</w:t>
      </w:r>
    </w:p>
    <w:p w14:paraId="4CADB6C7" w14:textId="63485403" w:rsidR="00D1269E" w:rsidRDefault="00D1269E" w:rsidP="00D1269E">
      <w:pPr>
        <w:pStyle w:val="SubStepNum"/>
      </w:pPr>
      <w:r>
        <w:t xml:space="preserve">For the macOS, </w:t>
      </w:r>
      <w:r w:rsidR="00E02B34">
        <w:t xml:space="preserve">enter </w:t>
      </w:r>
      <w:r w:rsidR="00E02B34">
        <w:rPr>
          <w:b/>
          <w:bCs/>
        </w:rPr>
        <w:t>sudo killall -HUP mDNSResponder</w:t>
      </w:r>
      <w:r w:rsidR="00E02B34">
        <w:t xml:space="preserve"> </w:t>
      </w:r>
      <w:r>
        <w:t xml:space="preserve">to clear the DNS cache in </w:t>
      </w:r>
      <w:r w:rsidR="00596DAE">
        <w:t>the Terminal</w:t>
      </w:r>
      <w:r w:rsidR="00E02B34">
        <w:t>. Perform an internet search for the commands to clear the DNS cache for an older OS.</w:t>
      </w:r>
    </w:p>
    <w:p w14:paraId="36F8D393" w14:textId="08873696" w:rsidR="00134989" w:rsidRDefault="004F2E9B" w:rsidP="00134989">
      <w:pPr>
        <w:pStyle w:val="SubStepAlpha"/>
      </w:pPr>
      <w:r>
        <w:t>At a command prompt or terminal, t</w:t>
      </w:r>
      <w:r w:rsidR="00134989" w:rsidRPr="00FA0D2B">
        <w:t xml:space="preserve">ype </w:t>
      </w:r>
      <w:r w:rsidR="00134989" w:rsidRPr="00F964C0">
        <w:rPr>
          <w:b/>
        </w:rPr>
        <w:t>nslookup</w:t>
      </w:r>
      <w:r w:rsidR="00134989" w:rsidRPr="00FA0D2B">
        <w:t xml:space="preserve"> </w:t>
      </w:r>
      <w:r w:rsidR="00134989">
        <w:t>enter the interactive mode</w:t>
      </w:r>
      <w:r w:rsidR="00134989" w:rsidRPr="00FA0D2B">
        <w:t>.</w:t>
      </w:r>
    </w:p>
    <w:p w14:paraId="02D97BCF" w14:textId="77777777" w:rsidR="00134989" w:rsidRDefault="00134989" w:rsidP="00CA68A1">
      <w:pPr>
        <w:pStyle w:val="SubStepAlpha"/>
      </w:pPr>
      <w:r>
        <w:t xml:space="preserve">Enter the domain name of a website. The domain name </w:t>
      </w:r>
      <w:hyperlink r:id="rId9" w:history="1">
        <w:r w:rsidRPr="009516B2">
          <w:rPr>
            <w:rStyle w:val="Hyperlink"/>
          </w:rPr>
          <w:t>www.cisco.com</w:t>
        </w:r>
      </w:hyperlink>
      <w:r>
        <w:t xml:space="preserve"> is used in this example.</w:t>
      </w:r>
    </w:p>
    <w:p w14:paraId="06CFA1B6" w14:textId="77777777" w:rsidR="00134989" w:rsidRPr="00FA0D2B" w:rsidRDefault="00134989" w:rsidP="00134989">
      <w:pPr>
        <w:pStyle w:val="SubStepAlpha"/>
      </w:pPr>
      <w:r>
        <w:t xml:space="preserve">Type </w:t>
      </w:r>
      <w:r w:rsidRPr="009A5AFF">
        <w:rPr>
          <w:b/>
        </w:rPr>
        <w:t>exit</w:t>
      </w:r>
      <w:r>
        <w:t xml:space="preserve"> when finished. </w:t>
      </w:r>
      <w:r w:rsidRPr="00FA0D2B">
        <w:t>Close the command prompt.</w:t>
      </w:r>
    </w:p>
    <w:p w14:paraId="667B6A27" w14:textId="77777777" w:rsidR="00134989" w:rsidRDefault="00134989" w:rsidP="00134989">
      <w:pPr>
        <w:pStyle w:val="SubStepAlpha"/>
      </w:pPr>
      <w:r>
        <w:t xml:space="preserve">Click </w:t>
      </w:r>
      <w:r>
        <w:rPr>
          <w:b/>
        </w:rPr>
        <w:t xml:space="preserve">Stop capturing packets </w:t>
      </w:r>
      <w:r>
        <w:t>to s</w:t>
      </w:r>
      <w:r w:rsidRPr="009A5AFF">
        <w:t>top the Wireshark capture</w:t>
      </w:r>
      <w:r w:rsidRPr="00FA0D2B">
        <w:t>.</w:t>
      </w:r>
    </w:p>
    <w:p w14:paraId="27A44C5C" w14:textId="77777777" w:rsidR="00134989" w:rsidRDefault="00134989" w:rsidP="00134989">
      <w:pPr>
        <w:pStyle w:val="Heading2"/>
      </w:pPr>
      <w:r>
        <w:t>Explore DNS Query Traffic</w:t>
      </w:r>
    </w:p>
    <w:p w14:paraId="6512385E" w14:textId="45DC3C3B" w:rsidR="00134989" w:rsidRDefault="00134989" w:rsidP="00134989">
      <w:pPr>
        <w:pStyle w:val="SubStepAlpha"/>
        <w:keepNext/>
      </w:pPr>
      <w:r>
        <w:t xml:space="preserve">Observe the traffic captured in the Wireshark Packet List pane. Enter </w:t>
      </w:r>
      <w:r>
        <w:rPr>
          <w:b/>
        </w:rPr>
        <w:t>udp.port == 53</w:t>
      </w:r>
      <w:r>
        <w:t xml:space="preserve"> in the filter box and click the arrow (or press enter) to display only DNS packets.</w:t>
      </w:r>
      <w:r w:rsidR="00C23B76">
        <w:t xml:space="preserve"> </w:t>
      </w:r>
      <w:r w:rsidR="00C23B76">
        <w:rPr>
          <w:b/>
          <w:bCs/>
        </w:rPr>
        <w:t>Note</w:t>
      </w:r>
      <w:r w:rsidR="00C23B76">
        <w:t>: The provided screenshots are just examples. Your output maybe slightly different.</w:t>
      </w:r>
    </w:p>
    <w:p w14:paraId="07094AEA" w14:textId="77777777" w:rsidR="00134989" w:rsidRDefault="00134989" w:rsidP="00134989">
      <w:pPr>
        <w:pStyle w:val="Visual"/>
      </w:pPr>
      <w:r>
        <w:rPr>
          <w:noProof/>
        </w:rPr>
        <w:drawing>
          <wp:inline distT="0" distB="0" distL="0" distR="0" wp14:anchorId="6BC7A2F8" wp14:editId="64C3FD7A">
            <wp:extent cx="5257800" cy="2924130"/>
            <wp:effectExtent l="0" t="0" r="0" b="0"/>
            <wp:docPr id="6" name="Picture 6" descr="Screen shot of Wireshark DNS packet cap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57800" cy="2924130"/>
                    </a:xfrm>
                    <a:prstGeom prst="rect">
                      <a:avLst/>
                    </a:prstGeom>
                  </pic:spPr>
                </pic:pic>
              </a:graphicData>
            </a:graphic>
          </wp:inline>
        </w:drawing>
      </w:r>
    </w:p>
    <w:p w14:paraId="0A8BA18B" w14:textId="63213B53" w:rsidR="00134989" w:rsidRDefault="00134989" w:rsidP="00134989">
      <w:pPr>
        <w:pStyle w:val="SubStepAlpha"/>
      </w:pPr>
      <w:r>
        <w:t xml:space="preserve">Select the DNS packet </w:t>
      </w:r>
      <w:r w:rsidR="00E579FF">
        <w:t>contains</w:t>
      </w:r>
      <w:r>
        <w:t xml:space="preserve"> </w:t>
      </w:r>
      <w:r>
        <w:rPr>
          <w:b/>
        </w:rPr>
        <w:t xml:space="preserve">Standard query </w:t>
      </w:r>
      <w:r w:rsidR="00E579FF">
        <w:rPr>
          <w:bCs/>
        </w:rPr>
        <w:t>and</w:t>
      </w:r>
      <w:r w:rsidR="00E579FF">
        <w:rPr>
          <w:b/>
        </w:rPr>
        <w:t xml:space="preserve"> </w:t>
      </w:r>
      <w:r>
        <w:rPr>
          <w:b/>
        </w:rPr>
        <w:t xml:space="preserve">A </w:t>
      </w:r>
      <w:r w:rsidRPr="00E22EC8">
        <w:rPr>
          <w:b/>
        </w:rPr>
        <w:t>www.cisco.com</w:t>
      </w:r>
      <w:r w:rsidR="0053333E">
        <w:rPr>
          <w:b/>
        </w:rPr>
        <w:t xml:space="preserve"> </w:t>
      </w:r>
      <w:r w:rsidR="0053333E">
        <w:rPr>
          <w:bCs/>
        </w:rPr>
        <w:t>in the Info column</w:t>
      </w:r>
      <w:r>
        <w:t>.</w:t>
      </w:r>
    </w:p>
    <w:p w14:paraId="29C0FD42" w14:textId="77777777" w:rsidR="00134989" w:rsidRDefault="00134989" w:rsidP="00134989">
      <w:pPr>
        <w:pStyle w:val="SubStepAlpha"/>
      </w:pPr>
      <w:r>
        <w:t>In the Packet Details pane, notice this packet has Ethernet II, Internet Protocol Version 4, User Datagram Protocol and Domain Name System (query).</w:t>
      </w:r>
    </w:p>
    <w:p w14:paraId="6BC08372" w14:textId="77777777" w:rsidR="00134989" w:rsidRDefault="00134989" w:rsidP="00134989">
      <w:pPr>
        <w:pStyle w:val="SubStepAlpha"/>
        <w:keepNext/>
      </w:pPr>
      <w:r>
        <w:lastRenderedPageBreak/>
        <w:t xml:space="preserve">Expand </w:t>
      </w:r>
      <w:r w:rsidRPr="001B4A42">
        <w:rPr>
          <w:b/>
        </w:rPr>
        <w:t>Ethernet II</w:t>
      </w:r>
      <w:r>
        <w:t xml:space="preserve"> to view the details. Observe the source and destination fields.</w:t>
      </w:r>
    </w:p>
    <w:p w14:paraId="537FAEA3" w14:textId="77777777" w:rsidR="00134989" w:rsidRDefault="00134989" w:rsidP="00134989">
      <w:pPr>
        <w:pStyle w:val="Visual"/>
      </w:pPr>
      <w:r>
        <w:rPr>
          <w:noProof/>
        </w:rPr>
        <w:drawing>
          <wp:inline distT="0" distB="0" distL="0" distR="0" wp14:anchorId="4DE0150D" wp14:editId="2894647F">
            <wp:extent cx="5257800" cy="3341415"/>
            <wp:effectExtent l="0" t="0" r="0" b="0"/>
            <wp:docPr id="7" name="Picture 7" descr="Wireshark screen shot of expanding the Ethernet II section in the bottom pa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57800" cy="3341415"/>
                    </a:xfrm>
                    <a:prstGeom prst="rect">
                      <a:avLst/>
                    </a:prstGeom>
                  </pic:spPr>
                </pic:pic>
              </a:graphicData>
            </a:graphic>
          </wp:inline>
        </w:drawing>
      </w:r>
    </w:p>
    <w:p w14:paraId="645B97BA" w14:textId="77777777" w:rsidR="00134989" w:rsidRDefault="00134989" w:rsidP="00134989">
      <w:pPr>
        <w:pStyle w:val="BodyTextL50"/>
        <w:keepNext/>
      </w:pPr>
      <w:r>
        <w:t>What are the source and destination MAC addresses? Which network interfaces are these MAC addresses associated with?</w:t>
      </w:r>
    </w:p>
    <w:p w14:paraId="1A5A53F2" w14:textId="4FADCB40" w:rsidR="00134989" w:rsidRDefault="00E579FF" w:rsidP="00CA68A1">
      <w:pPr>
        <w:pStyle w:val="AnswerLineL50"/>
      </w:pPr>
      <w:r>
        <w:t>Type your answers here.</w:t>
      </w:r>
    </w:p>
    <w:p w14:paraId="0EC1887E" w14:textId="77777777" w:rsidR="00134989" w:rsidRDefault="00134989" w:rsidP="00134989">
      <w:pPr>
        <w:pStyle w:val="SubStepAlpha"/>
        <w:keepNext/>
      </w:pPr>
      <w:r>
        <w:lastRenderedPageBreak/>
        <w:t xml:space="preserve">Expand </w:t>
      </w:r>
      <w:r w:rsidRPr="001B4A42">
        <w:rPr>
          <w:b/>
        </w:rPr>
        <w:t>Internet Protocol Version 4</w:t>
      </w:r>
      <w:r>
        <w:t>. Observe the source and destination IPv4 addresses.</w:t>
      </w:r>
    </w:p>
    <w:p w14:paraId="2804AF16" w14:textId="1D0574DD" w:rsidR="004B1597" w:rsidRDefault="00134989" w:rsidP="00CA68A1">
      <w:pPr>
        <w:pStyle w:val="Visual"/>
      </w:pPr>
      <w:r w:rsidRPr="002C33B7">
        <w:rPr>
          <w:noProof/>
        </w:rPr>
        <w:drawing>
          <wp:inline distT="0" distB="0" distL="0" distR="0" wp14:anchorId="5FE02EA2" wp14:editId="6E8D29D1">
            <wp:extent cx="5257800" cy="3692979"/>
            <wp:effectExtent l="0" t="0" r="0" b="3175"/>
            <wp:docPr id="8" name="Picture 8" descr="Wireshark screen shot of expanding the Internet Protocol Version 4 section in the bottom pa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257800" cy="3692979"/>
                    </a:xfrm>
                    <a:prstGeom prst="rect">
                      <a:avLst/>
                    </a:prstGeom>
                  </pic:spPr>
                </pic:pic>
              </a:graphicData>
            </a:graphic>
          </wp:inline>
        </w:drawing>
      </w:r>
    </w:p>
    <w:p w14:paraId="1775930B" w14:textId="77777777" w:rsidR="004B1597" w:rsidRDefault="004B1597" w:rsidP="00CA68A1">
      <w:pPr>
        <w:pStyle w:val="Heading4"/>
      </w:pPr>
      <w:r>
        <w:t>Question:</w:t>
      </w:r>
    </w:p>
    <w:p w14:paraId="177ED59A" w14:textId="332116D4" w:rsidR="00134989" w:rsidRDefault="00134989" w:rsidP="00CA68A1">
      <w:pPr>
        <w:pStyle w:val="BodyTextL50"/>
        <w:spacing w:before="0"/>
      </w:pPr>
      <w:r>
        <w:t>What are the source and destination IP addresses? Which network interfaces are these IP addresses associated with?</w:t>
      </w:r>
    </w:p>
    <w:p w14:paraId="4A25CA41" w14:textId="37EA927B" w:rsidR="00134989" w:rsidRDefault="004B1597" w:rsidP="00CA68A1">
      <w:pPr>
        <w:pStyle w:val="AnswerLineL50"/>
      </w:pPr>
      <w:r>
        <w:t>Type your answers here.</w:t>
      </w:r>
    </w:p>
    <w:p w14:paraId="239885A3" w14:textId="77777777" w:rsidR="00134989" w:rsidRDefault="00134989" w:rsidP="00134989">
      <w:pPr>
        <w:pStyle w:val="SubStepAlpha"/>
        <w:keepNext/>
      </w:pPr>
      <w:r>
        <w:lastRenderedPageBreak/>
        <w:t xml:space="preserve">Expand the </w:t>
      </w:r>
      <w:r w:rsidRPr="001B4A42">
        <w:rPr>
          <w:b/>
        </w:rPr>
        <w:t>User Datagram Protocol</w:t>
      </w:r>
      <w:r>
        <w:t>. Observe the source and destination ports.</w:t>
      </w:r>
    </w:p>
    <w:p w14:paraId="2D4B8F37" w14:textId="77777777" w:rsidR="00134989" w:rsidRDefault="00134989" w:rsidP="00CA68A1">
      <w:pPr>
        <w:pStyle w:val="Visual"/>
        <w:spacing w:after="120"/>
      </w:pPr>
      <w:r>
        <w:rPr>
          <w:noProof/>
        </w:rPr>
        <w:drawing>
          <wp:inline distT="0" distB="0" distL="0" distR="0" wp14:anchorId="1549F6E1" wp14:editId="5190E59C">
            <wp:extent cx="5257800" cy="3010195"/>
            <wp:effectExtent l="0" t="0" r="0" b="0"/>
            <wp:docPr id="10" name="Picture 10" descr="Wireshark screen shot of the User Datagram Protocol section in the bottom pa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257800" cy="3010195"/>
                    </a:xfrm>
                    <a:prstGeom prst="rect">
                      <a:avLst/>
                    </a:prstGeom>
                  </pic:spPr>
                </pic:pic>
              </a:graphicData>
            </a:graphic>
          </wp:inline>
        </w:drawing>
      </w:r>
    </w:p>
    <w:p w14:paraId="15361331" w14:textId="77777777" w:rsidR="00E579FF" w:rsidRDefault="00E579FF" w:rsidP="00CA68A1">
      <w:pPr>
        <w:pStyle w:val="Heading4"/>
      </w:pPr>
      <w:r>
        <w:t>Question:</w:t>
      </w:r>
    </w:p>
    <w:p w14:paraId="46C1F205" w14:textId="5CC1E333" w:rsidR="00134989" w:rsidRDefault="00134989" w:rsidP="00CA68A1">
      <w:pPr>
        <w:pStyle w:val="BodyTextL50"/>
        <w:spacing w:before="0"/>
      </w:pPr>
      <w:r>
        <w:t>What are the source and destination ports? What is the default DNS port number?</w:t>
      </w:r>
    </w:p>
    <w:p w14:paraId="3DCF2BF3" w14:textId="198FB99C" w:rsidR="00134989" w:rsidRDefault="00E579FF" w:rsidP="00CA68A1">
      <w:pPr>
        <w:pStyle w:val="AnswerLineL50"/>
      </w:pPr>
      <w:r>
        <w:t>Type your answers here.</w:t>
      </w:r>
    </w:p>
    <w:p w14:paraId="01867544" w14:textId="77777777" w:rsidR="00E579FF" w:rsidRDefault="00E579FF" w:rsidP="00E579FF">
      <w:pPr>
        <w:pStyle w:val="SubStepAlpha"/>
        <w:keepNext/>
        <w:spacing w:after="0"/>
      </w:pPr>
      <w:r>
        <w:t>Determine the IP and MAC address of the PC.</w:t>
      </w:r>
    </w:p>
    <w:p w14:paraId="58632B01" w14:textId="06F90B73" w:rsidR="00134989" w:rsidRDefault="00E579FF" w:rsidP="00E579FF">
      <w:pPr>
        <w:pStyle w:val="SubStepNum"/>
      </w:pPr>
      <w:r>
        <w:t>In a Windows command prompt, enter</w:t>
      </w:r>
      <w:r w:rsidR="00134989">
        <w:t xml:space="preserve"> </w:t>
      </w:r>
      <w:r w:rsidR="00134989">
        <w:rPr>
          <w:b/>
        </w:rPr>
        <w:t>arp –a</w:t>
      </w:r>
      <w:r w:rsidR="00134989" w:rsidRPr="00DC0EDC">
        <w:t xml:space="preserve"> and </w:t>
      </w:r>
      <w:r w:rsidR="00134989">
        <w:rPr>
          <w:b/>
        </w:rPr>
        <w:t>ipconfig /all</w:t>
      </w:r>
      <w:r w:rsidR="00134989" w:rsidRPr="00DC0EDC">
        <w:t xml:space="preserve"> </w:t>
      </w:r>
      <w:r w:rsidR="00134989">
        <w:t>to record the MAC and IP addresses of the PC.</w:t>
      </w:r>
    </w:p>
    <w:p w14:paraId="57AB81F6" w14:textId="5F36C17F" w:rsidR="00E579FF" w:rsidRPr="00FA0D2B" w:rsidRDefault="000E3BC8" w:rsidP="00CA68A1">
      <w:pPr>
        <w:pStyle w:val="SubStepNum"/>
      </w:pPr>
      <w:r>
        <w:t xml:space="preserve">For Linux and macOS PC, enter </w:t>
      </w:r>
      <w:r>
        <w:rPr>
          <w:b/>
          <w:bCs/>
        </w:rPr>
        <w:t>ifconfig</w:t>
      </w:r>
      <w:r w:rsidR="00CA68A1" w:rsidRPr="00CA68A1">
        <w:t xml:space="preserve"> or </w:t>
      </w:r>
      <w:r w:rsidR="00CA68A1">
        <w:rPr>
          <w:b/>
          <w:bCs/>
        </w:rPr>
        <w:t>ip address</w:t>
      </w:r>
      <w:r>
        <w:t xml:space="preserve"> in a terminal.</w:t>
      </w:r>
    </w:p>
    <w:p w14:paraId="21FB5036" w14:textId="77777777" w:rsidR="00E579FF" w:rsidRDefault="00E579FF" w:rsidP="00CA68A1">
      <w:pPr>
        <w:pStyle w:val="Heading4"/>
      </w:pPr>
      <w:r>
        <w:t>Question:</w:t>
      </w:r>
    </w:p>
    <w:p w14:paraId="10D643A2" w14:textId="72C363E7" w:rsidR="00134989" w:rsidRDefault="00134989" w:rsidP="00CA68A1">
      <w:pPr>
        <w:pStyle w:val="BodyTextL50"/>
        <w:spacing w:before="0"/>
      </w:pPr>
      <w:r w:rsidRPr="00841804">
        <w:t>Comp</w:t>
      </w:r>
      <w:r>
        <w:t xml:space="preserve">are the MAC and IP addresses in the Wireshark results to </w:t>
      </w:r>
      <w:r w:rsidR="000E3BC8">
        <w:t>the IP and MAC addresse</w:t>
      </w:r>
      <w:r>
        <w:t>s. What is your observation?</w:t>
      </w:r>
    </w:p>
    <w:p w14:paraId="581F6327" w14:textId="60A177BB" w:rsidR="00134989" w:rsidRDefault="00E579FF" w:rsidP="00CA68A1">
      <w:pPr>
        <w:pStyle w:val="AnswerLineL50"/>
      </w:pPr>
      <w:r>
        <w:t>Type your answers here.</w:t>
      </w:r>
    </w:p>
    <w:p w14:paraId="74639C57" w14:textId="77777777" w:rsidR="00134989" w:rsidRDefault="00134989" w:rsidP="00134989">
      <w:pPr>
        <w:pStyle w:val="SubStepAlpha"/>
      </w:pPr>
      <w:r>
        <w:t xml:space="preserve">Expand </w:t>
      </w:r>
      <w:r w:rsidRPr="001B4A42">
        <w:rPr>
          <w:b/>
        </w:rPr>
        <w:t>Domain Name System (query</w:t>
      </w:r>
      <w:r>
        <w:t xml:space="preserve">) in the Packet Details pane. Then expand the </w:t>
      </w:r>
      <w:r w:rsidRPr="001B4A42">
        <w:rPr>
          <w:b/>
        </w:rPr>
        <w:t xml:space="preserve">Flags </w:t>
      </w:r>
      <w:r w:rsidRPr="00485AE5">
        <w:t>and</w:t>
      </w:r>
      <w:r w:rsidRPr="001B4A42">
        <w:rPr>
          <w:b/>
        </w:rPr>
        <w:t xml:space="preserve"> Queries</w:t>
      </w:r>
      <w:r>
        <w:t>.</w:t>
      </w:r>
    </w:p>
    <w:p w14:paraId="2C71A46D" w14:textId="77777777" w:rsidR="00134989" w:rsidRDefault="00134989" w:rsidP="00134989">
      <w:pPr>
        <w:pStyle w:val="SubStepAlpha"/>
        <w:keepNext/>
      </w:pPr>
      <w:r>
        <w:lastRenderedPageBreak/>
        <w:t>Observe the results. The flag is set to do the query recursively to query for the IP address to www.cisco.com.</w:t>
      </w:r>
    </w:p>
    <w:p w14:paraId="1EBDB5F4" w14:textId="77777777" w:rsidR="00134989" w:rsidRPr="00CE4096" w:rsidRDefault="00134989" w:rsidP="00134989">
      <w:pPr>
        <w:pStyle w:val="Visual"/>
      </w:pPr>
      <w:r>
        <w:rPr>
          <w:noProof/>
        </w:rPr>
        <w:drawing>
          <wp:inline distT="0" distB="0" distL="0" distR="0" wp14:anchorId="5983DE86" wp14:editId="32FC8E73">
            <wp:extent cx="5257800" cy="4389324"/>
            <wp:effectExtent l="0" t="0" r="0" b="0"/>
            <wp:docPr id="11" name="Picture 11" descr="Wireshark screen shot of expanding Domain Name System (query) in the Packet Details pane followed by expanding the Flags and Que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257800" cy="4389324"/>
                    </a:xfrm>
                    <a:prstGeom prst="rect">
                      <a:avLst/>
                    </a:prstGeom>
                  </pic:spPr>
                </pic:pic>
              </a:graphicData>
            </a:graphic>
          </wp:inline>
        </w:drawing>
      </w:r>
    </w:p>
    <w:p w14:paraId="6EFA08A3" w14:textId="77777777" w:rsidR="00134989" w:rsidRDefault="00134989" w:rsidP="00134989">
      <w:pPr>
        <w:pStyle w:val="Heading2"/>
      </w:pPr>
      <w:r>
        <w:lastRenderedPageBreak/>
        <w:t>Explore</w:t>
      </w:r>
      <w:r w:rsidRPr="00FA0D2B">
        <w:t xml:space="preserve"> DNS Response Traffic</w:t>
      </w:r>
    </w:p>
    <w:p w14:paraId="092A3B7F" w14:textId="5D881FBE" w:rsidR="00134989" w:rsidRDefault="00134989" w:rsidP="00134989">
      <w:pPr>
        <w:pStyle w:val="SubStepAlpha"/>
        <w:keepNext/>
      </w:pPr>
      <w:r>
        <w:t xml:space="preserve">Select the corresponding response DNS packet </w:t>
      </w:r>
      <w:r w:rsidR="00E12F97">
        <w:t xml:space="preserve">has </w:t>
      </w:r>
      <w:r>
        <w:rPr>
          <w:b/>
        </w:rPr>
        <w:t xml:space="preserve">Standard query response </w:t>
      </w:r>
      <w:r w:rsidR="00E12F97" w:rsidRPr="00CA68A1">
        <w:rPr>
          <w:bCs/>
        </w:rPr>
        <w:t>and</w:t>
      </w:r>
      <w:r w:rsidRPr="00CA68A1">
        <w:rPr>
          <w:bCs/>
        </w:rPr>
        <w:t xml:space="preserve"> </w:t>
      </w:r>
      <w:r>
        <w:rPr>
          <w:b/>
        </w:rPr>
        <w:t>A www.cisco.com</w:t>
      </w:r>
      <w:r w:rsidR="0053333E">
        <w:t xml:space="preserve"> </w:t>
      </w:r>
      <w:r w:rsidR="0053333E">
        <w:rPr>
          <w:bCs/>
        </w:rPr>
        <w:t>in the Info column</w:t>
      </w:r>
      <w:r w:rsidR="00C23B76">
        <w:rPr>
          <w:bCs/>
        </w:rPr>
        <w:t>.</w:t>
      </w:r>
    </w:p>
    <w:p w14:paraId="3439285E" w14:textId="77777777" w:rsidR="00134989" w:rsidRPr="00330614" w:rsidRDefault="00134989" w:rsidP="00134989">
      <w:pPr>
        <w:pStyle w:val="Visual"/>
      </w:pPr>
      <w:r>
        <w:rPr>
          <w:noProof/>
        </w:rPr>
        <w:drawing>
          <wp:inline distT="0" distB="0" distL="0" distR="0" wp14:anchorId="1DF1AE77" wp14:editId="5BBED928">
            <wp:extent cx="5257800" cy="2924130"/>
            <wp:effectExtent l="0" t="0" r="0" b="0"/>
            <wp:docPr id="17" name="Picture 17" descr="Wireshark screen shot with a DNS packet highligh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257800" cy="2924130"/>
                    </a:xfrm>
                    <a:prstGeom prst="rect">
                      <a:avLst/>
                    </a:prstGeom>
                  </pic:spPr>
                </pic:pic>
              </a:graphicData>
            </a:graphic>
          </wp:inline>
        </w:drawing>
      </w:r>
    </w:p>
    <w:p w14:paraId="17A1D58F" w14:textId="50B5F2B1" w:rsidR="00440C24" w:rsidRDefault="00440C24" w:rsidP="00440C24">
      <w:pPr>
        <w:pStyle w:val="Heading4"/>
      </w:pPr>
      <w:r>
        <w:t>Question:</w:t>
      </w:r>
    </w:p>
    <w:p w14:paraId="0FCE5E97" w14:textId="685B74EF" w:rsidR="00134989" w:rsidRDefault="00134989" w:rsidP="00440C24">
      <w:pPr>
        <w:pStyle w:val="BodyTextL50"/>
        <w:spacing w:before="0"/>
      </w:pPr>
      <w:r>
        <w:t>What are the source and destination MAC and IP addresses and port numbers? How do they compare to the addresses in the DNS query packets?</w:t>
      </w:r>
    </w:p>
    <w:p w14:paraId="1D0B5296" w14:textId="7D8F83E2" w:rsidR="00134989" w:rsidRDefault="00977B8D" w:rsidP="00977B8D">
      <w:pPr>
        <w:pStyle w:val="AnswerLineL50"/>
      </w:pPr>
      <w:r>
        <w:t>Type your answers here.</w:t>
      </w:r>
    </w:p>
    <w:p w14:paraId="09539CE7" w14:textId="77777777" w:rsidR="00134989" w:rsidRDefault="00134989" w:rsidP="00134989">
      <w:pPr>
        <w:pStyle w:val="SubStepAlpha"/>
      </w:pPr>
      <w:r>
        <w:t xml:space="preserve">Expand </w:t>
      </w:r>
      <w:r w:rsidRPr="001B4A42">
        <w:rPr>
          <w:b/>
        </w:rPr>
        <w:t>Domain Name System (response)</w:t>
      </w:r>
      <w:r>
        <w:t xml:space="preserve">. Then expand the </w:t>
      </w:r>
      <w:r w:rsidRPr="001B4A42">
        <w:rPr>
          <w:b/>
        </w:rPr>
        <w:t>Flags</w:t>
      </w:r>
      <w:r>
        <w:t xml:space="preserve">, </w:t>
      </w:r>
      <w:r w:rsidRPr="001B4A42">
        <w:rPr>
          <w:b/>
        </w:rPr>
        <w:t>Queries</w:t>
      </w:r>
      <w:r>
        <w:t xml:space="preserve">, and </w:t>
      </w:r>
      <w:r w:rsidRPr="001B4A42">
        <w:rPr>
          <w:b/>
        </w:rPr>
        <w:t>Answers</w:t>
      </w:r>
      <w:r>
        <w:t>.</w:t>
      </w:r>
    </w:p>
    <w:p w14:paraId="343A67E4" w14:textId="77777777" w:rsidR="00977B8D" w:rsidRDefault="00134989" w:rsidP="00977B8D">
      <w:pPr>
        <w:pStyle w:val="SubStepAlpha"/>
        <w:keepNext/>
        <w:tabs>
          <w:tab w:val="right" w:leader="underscore" w:pos="10080"/>
        </w:tabs>
        <w:spacing w:after="0"/>
      </w:pPr>
      <w:r>
        <w:t>Observe the results.</w:t>
      </w:r>
    </w:p>
    <w:p w14:paraId="6DDB6EC0" w14:textId="492635EE" w:rsidR="00977B8D" w:rsidRDefault="00977B8D" w:rsidP="00977B8D">
      <w:pPr>
        <w:pStyle w:val="Heading4"/>
      </w:pPr>
      <w:r>
        <w:t>Question:</w:t>
      </w:r>
    </w:p>
    <w:p w14:paraId="67B710B9" w14:textId="79B2ACED" w:rsidR="00134989" w:rsidRDefault="00134989" w:rsidP="00977B8D">
      <w:pPr>
        <w:pStyle w:val="BodyTextL50"/>
        <w:spacing w:before="0"/>
      </w:pPr>
      <w:r>
        <w:t>Can the DNS server do recursive queries?</w:t>
      </w:r>
    </w:p>
    <w:p w14:paraId="56A0F07D" w14:textId="1F3B8E67" w:rsidR="00977B8D" w:rsidRDefault="00977B8D" w:rsidP="00977B8D">
      <w:pPr>
        <w:pStyle w:val="AnswerLineL50"/>
      </w:pPr>
      <w:r>
        <w:t>Type your answers here.</w:t>
      </w:r>
    </w:p>
    <w:p w14:paraId="07E6C9F8" w14:textId="77777777" w:rsidR="00134989" w:rsidRPr="00CE4096" w:rsidRDefault="00134989" w:rsidP="00134989">
      <w:pPr>
        <w:pStyle w:val="Visual"/>
      </w:pPr>
      <w:r>
        <w:rPr>
          <w:noProof/>
        </w:rPr>
        <w:lastRenderedPageBreak/>
        <w:drawing>
          <wp:inline distT="0" distB="0" distL="0" distR="0" wp14:anchorId="439DA9C6" wp14:editId="236D9A95">
            <wp:extent cx="4937760" cy="5104801"/>
            <wp:effectExtent l="0" t="0" r="0" b="635"/>
            <wp:docPr id="18" name="Picture 18" descr="Wireshark screen shot with the highlighted DNS packet expanded in the bottom pa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937760" cy="5104801"/>
                    </a:xfrm>
                    <a:prstGeom prst="rect">
                      <a:avLst/>
                    </a:prstGeom>
                  </pic:spPr>
                </pic:pic>
              </a:graphicData>
            </a:graphic>
          </wp:inline>
        </w:drawing>
      </w:r>
    </w:p>
    <w:p w14:paraId="000B8912" w14:textId="77777777" w:rsidR="00977B8D" w:rsidRDefault="00134989" w:rsidP="00CA68A1">
      <w:pPr>
        <w:pStyle w:val="SubStepAlpha"/>
        <w:keepNext/>
      </w:pPr>
      <w:r>
        <w:t>Observe the CNAME and A records in the Answers details.</w:t>
      </w:r>
    </w:p>
    <w:p w14:paraId="7D02C9DD" w14:textId="0D6F94F6" w:rsidR="00977B8D" w:rsidRDefault="00977B8D" w:rsidP="00977B8D">
      <w:pPr>
        <w:pStyle w:val="Heading4"/>
      </w:pPr>
      <w:r>
        <w:t>Question:</w:t>
      </w:r>
    </w:p>
    <w:p w14:paraId="3BDEEAF6" w14:textId="55962B2A" w:rsidR="00134989" w:rsidRDefault="00134989" w:rsidP="00977B8D">
      <w:pPr>
        <w:pStyle w:val="BodyTextL50"/>
        <w:spacing w:before="0"/>
      </w:pPr>
      <w:r>
        <w:t>How do the results compare to nslookup results?</w:t>
      </w:r>
    </w:p>
    <w:p w14:paraId="71E8BE39" w14:textId="20468C53" w:rsidR="00134989" w:rsidRPr="002E2146" w:rsidRDefault="00977B8D" w:rsidP="00977B8D">
      <w:pPr>
        <w:pStyle w:val="AnswerLineL50"/>
      </w:pPr>
      <w:r>
        <w:t>Type your answers here.</w:t>
      </w:r>
    </w:p>
    <w:p w14:paraId="2A42CF3D" w14:textId="77777777" w:rsidR="00134989" w:rsidRDefault="00134989" w:rsidP="00134989">
      <w:pPr>
        <w:pStyle w:val="Heading1"/>
        <w:numPr>
          <w:ilvl w:val="0"/>
          <w:numId w:val="3"/>
        </w:numPr>
      </w:pPr>
      <w:r>
        <w:t>Reflection</w:t>
      </w:r>
    </w:p>
    <w:p w14:paraId="60151F17" w14:textId="77777777" w:rsidR="00134989" w:rsidRDefault="00134989" w:rsidP="00134989">
      <w:pPr>
        <w:pStyle w:val="ReflectionQ"/>
      </w:pPr>
      <w:r>
        <w:t>From the Wireshark results, what else can you learn about the network when you remove the filter?</w:t>
      </w:r>
    </w:p>
    <w:p w14:paraId="06E82A02" w14:textId="024AF730" w:rsidR="00134989" w:rsidRDefault="00977B8D" w:rsidP="00977B8D">
      <w:pPr>
        <w:pStyle w:val="AnswerLineL25"/>
      </w:pPr>
      <w:r>
        <w:t>Type your answers here.</w:t>
      </w:r>
    </w:p>
    <w:p w14:paraId="082F3E83" w14:textId="77777777" w:rsidR="00134989" w:rsidRDefault="00134989" w:rsidP="00134989">
      <w:pPr>
        <w:pStyle w:val="ReflectionQ"/>
      </w:pPr>
      <w:r>
        <w:t>How can an attacker use Wireshark to compromise your network security?</w:t>
      </w:r>
    </w:p>
    <w:p w14:paraId="52556C54" w14:textId="6A38A26A" w:rsidR="00134989" w:rsidRPr="00E1497B" w:rsidRDefault="00977B8D" w:rsidP="00977B8D">
      <w:pPr>
        <w:pStyle w:val="AnswerLineL25"/>
      </w:pPr>
      <w:r>
        <w:t>Type your answers here.</w:t>
      </w:r>
    </w:p>
    <w:p w14:paraId="3A79F89A" w14:textId="6C46DF7B" w:rsidR="00C162C0" w:rsidRPr="00134989" w:rsidRDefault="00134989" w:rsidP="00977B8D">
      <w:pPr>
        <w:pStyle w:val="ConfigWindow"/>
      </w:pPr>
      <w:r w:rsidRPr="00134989">
        <w:t>End of document</w:t>
      </w:r>
    </w:p>
    <w:sectPr w:rsidR="00C162C0" w:rsidRPr="00134989" w:rsidSect="004749E9">
      <w:headerReference w:type="default" r:id="rId17"/>
      <w:footerReference w:type="default" r:id="rId18"/>
      <w:headerReference w:type="first" r:id="rId19"/>
      <w:footerReference w:type="first" r:id="rId20"/>
      <w:pgSz w:w="12240" w:h="15840" w:code="1"/>
      <w:pgMar w:top="1526" w:right="1080" w:bottom="1152"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7A6542" w14:textId="77777777" w:rsidR="006C2017" w:rsidRDefault="006C2017" w:rsidP="00710659">
      <w:pPr>
        <w:spacing w:after="0" w:line="240" w:lineRule="auto"/>
      </w:pPr>
      <w:r>
        <w:separator/>
      </w:r>
    </w:p>
    <w:p w14:paraId="3A8B92A2" w14:textId="77777777" w:rsidR="006C2017" w:rsidRDefault="006C2017"/>
  </w:endnote>
  <w:endnote w:type="continuationSeparator" w:id="0">
    <w:p w14:paraId="688793B5" w14:textId="77777777" w:rsidR="006C2017" w:rsidRDefault="006C2017" w:rsidP="00710659">
      <w:pPr>
        <w:spacing w:after="0" w:line="240" w:lineRule="auto"/>
      </w:pPr>
      <w:r>
        <w:continuationSeparator/>
      </w:r>
    </w:p>
    <w:p w14:paraId="343A6E9B" w14:textId="77777777" w:rsidR="006C2017" w:rsidRDefault="006C20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16E0F9" w14:textId="28F4735F"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53333E">
          <w:t>2017</w:t>
        </w:r>
      </w:sdtContent>
    </w:sdt>
    <w:r>
      <w:t xml:space="preserve"> - </w:t>
    </w:r>
    <w:r>
      <w:fldChar w:fldCharType="begin"/>
    </w:r>
    <w:r>
      <w:instrText xml:space="preserve"> SAVEDATE  \@ "yyyy"  \* MERGEFORMAT </w:instrText>
    </w:r>
    <w:r>
      <w:fldChar w:fldCharType="separate"/>
    </w:r>
    <w:r w:rsidR="001E2527">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AE7035" w14:textId="0A2F5C7F"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53333E">
          <w:t>2017</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1E2527">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75D23C" w14:textId="77777777" w:rsidR="006C2017" w:rsidRDefault="006C2017" w:rsidP="00710659">
      <w:pPr>
        <w:spacing w:after="0" w:line="240" w:lineRule="auto"/>
      </w:pPr>
      <w:r>
        <w:separator/>
      </w:r>
    </w:p>
    <w:p w14:paraId="1B0F2AD1" w14:textId="77777777" w:rsidR="006C2017" w:rsidRDefault="006C2017"/>
  </w:footnote>
  <w:footnote w:type="continuationSeparator" w:id="0">
    <w:p w14:paraId="4CD88886" w14:textId="77777777" w:rsidR="006C2017" w:rsidRDefault="006C2017" w:rsidP="00710659">
      <w:pPr>
        <w:spacing w:after="0" w:line="240" w:lineRule="auto"/>
      </w:pPr>
      <w:r>
        <w:continuationSeparator/>
      </w:r>
    </w:p>
    <w:p w14:paraId="29FA67AE" w14:textId="77777777" w:rsidR="006C2017" w:rsidRDefault="006C20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E9ABABD7291F426E839351AA20F94907"/>
      </w:placeholder>
      <w:dataBinding w:prefixMappings="xmlns:ns0='http://purl.org/dc/elements/1.1/' xmlns:ns1='http://schemas.openxmlformats.org/package/2006/metadata/core-properties' " w:xpath="/ns1:coreProperties[1]/ns0:title[1]" w:storeItemID="{6C3C8BC8-F283-45AE-878A-BAB7291924A1}"/>
      <w:text/>
    </w:sdtPr>
    <w:sdtEndPr/>
    <w:sdtContent>
      <w:p w14:paraId="1C6B7DBE" w14:textId="77777777" w:rsidR="00926CB2" w:rsidRDefault="00E110D8" w:rsidP="008402F2">
        <w:pPr>
          <w:pStyle w:val="PageHead"/>
        </w:pPr>
        <w:r>
          <w:t>Lab - Exploring DNS Traffic</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852996" w14:textId="77777777" w:rsidR="00926CB2" w:rsidRDefault="00882B63" w:rsidP="006C3FCF">
    <w:pPr>
      <w:ind w:left="-288"/>
    </w:pPr>
    <w:r>
      <w:rPr>
        <w:noProof/>
      </w:rPr>
      <w:drawing>
        <wp:inline distT="0" distB="0" distL="0" distR="0" wp14:anchorId="3D110D53" wp14:editId="52390A55">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D32E2A4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pStyle w:val="SubstepRomanNum"/>
      <w:lvlText w:val="(%6)"/>
      <w:lvlJc w:val="left"/>
      <w:pPr>
        <w:tabs>
          <w:tab w:val="num" w:pos="1440"/>
        </w:tabs>
        <w:ind w:left="1440" w:hanging="360"/>
      </w:pPr>
      <w:rPr>
        <w:rFonts w:hint="default"/>
      </w:rPr>
    </w:lvl>
    <w:lvl w:ilvl="6">
      <w:start w:val="1"/>
      <w:numFmt w:val="none"/>
      <w:lvlText w:val="%7"/>
      <w:lvlJc w:val="left"/>
      <w:pPr>
        <w:ind w:left="1440" w:firstLine="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3E864CA0"/>
    <w:multiLevelType w:val="multilevel"/>
    <w:tmpl w:val="7398136E"/>
    <w:lvl w:ilvl="0">
      <w:start w:val="1"/>
      <w:numFmt w:val="decimal"/>
      <w:suff w:val="space"/>
      <w:lvlText w:val="Part %1:"/>
      <w:lvlJc w:val="left"/>
      <w:pPr>
        <w:ind w:left="0" w:firstLine="0"/>
      </w:pPr>
      <w:rPr>
        <w:rFonts w:hint="default"/>
      </w:rPr>
    </w:lvl>
    <w:lvl w:ilvl="1">
      <w:start w:val="1"/>
      <w:numFmt w:val="decimal"/>
      <w:pStyle w:val="TaskHead"/>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pStyle w:val="SubstepRomanNum"/>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pStyle w:val="SubstepRomanNum"/>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5"/>
    <w:lvlOverride w:ilvl="0">
      <w:lvl w:ilvl="0">
        <w:start w:val="1"/>
        <w:numFmt w:val="decimal"/>
        <w:suff w:val="space"/>
        <w:lvlText w:val="Part %1:"/>
        <w:lvlJc w:val="left"/>
        <w:pPr>
          <w:ind w:left="0" w:firstLine="0"/>
        </w:pPr>
        <w:rPr>
          <w:rFonts w:hint="default"/>
        </w:rPr>
      </w:lvl>
    </w:lvlOverride>
    <w:lvlOverride w:ilvl="1">
      <w:lvl w:ilvl="1">
        <w:start w:val="1"/>
        <w:numFmt w:val="decimal"/>
        <w:pStyle w:val="TaskHead"/>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0CC"/>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0C03"/>
    <w:rsid w:val="000D55B4"/>
    <w:rsid w:val="000E3BC8"/>
    <w:rsid w:val="000E65F0"/>
    <w:rsid w:val="000F072C"/>
    <w:rsid w:val="000F2074"/>
    <w:rsid w:val="000F31D7"/>
    <w:rsid w:val="000F4B61"/>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4989"/>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1B6"/>
    <w:rsid w:val="001C05A1"/>
    <w:rsid w:val="001C1D9E"/>
    <w:rsid w:val="001C5998"/>
    <w:rsid w:val="001C7C3B"/>
    <w:rsid w:val="001D5B6F"/>
    <w:rsid w:val="001E0AB8"/>
    <w:rsid w:val="001E2527"/>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436"/>
    <w:rsid w:val="00260CD4"/>
    <w:rsid w:val="002639D8"/>
    <w:rsid w:val="00265F77"/>
    <w:rsid w:val="00266C83"/>
    <w:rsid w:val="00267886"/>
    <w:rsid w:val="00270FCC"/>
    <w:rsid w:val="002768DC"/>
    <w:rsid w:val="00294C8F"/>
    <w:rsid w:val="002A0B2E"/>
    <w:rsid w:val="002A0DC1"/>
    <w:rsid w:val="002A6C56"/>
    <w:rsid w:val="002C04C4"/>
    <w:rsid w:val="002C090C"/>
    <w:rsid w:val="002C1243"/>
    <w:rsid w:val="002C1815"/>
    <w:rsid w:val="002C33B7"/>
    <w:rsid w:val="002C475E"/>
    <w:rsid w:val="002C6AD6"/>
    <w:rsid w:val="002D6C2A"/>
    <w:rsid w:val="002D7A86"/>
    <w:rsid w:val="002F45FF"/>
    <w:rsid w:val="002F66D3"/>
    <w:rsid w:val="002F6D17"/>
    <w:rsid w:val="00302887"/>
    <w:rsid w:val="003056EB"/>
    <w:rsid w:val="0030613F"/>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264C"/>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0C24"/>
    <w:rsid w:val="00443ACE"/>
    <w:rsid w:val="00443D32"/>
    <w:rsid w:val="00444217"/>
    <w:rsid w:val="004478F4"/>
    <w:rsid w:val="00450F7A"/>
    <w:rsid w:val="00452C6D"/>
    <w:rsid w:val="00455E0B"/>
    <w:rsid w:val="0045724D"/>
    <w:rsid w:val="00457934"/>
    <w:rsid w:val="00462B9F"/>
    <w:rsid w:val="004659EE"/>
    <w:rsid w:val="004663EA"/>
    <w:rsid w:val="00473E34"/>
    <w:rsid w:val="004749E9"/>
    <w:rsid w:val="00476BA9"/>
    <w:rsid w:val="00481650"/>
    <w:rsid w:val="00490807"/>
    <w:rsid w:val="004936C2"/>
    <w:rsid w:val="0049379C"/>
    <w:rsid w:val="004A1CA0"/>
    <w:rsid w:val="004A22E9"/>
    <w:rsid w:val="004A4ACD"/>
    <w:rsid w:val="004A506C"/>
    <w:rsid w:val="004A5BC5"/>
    <w:rsid w:val="004B023D"/>
    <w:rsid w:val="004B1597"/>
    <w:rsid w:val="004C0909"/>
    <w:rsid w:val="004C3F97"/>
    <w:rsid w:val="004D01F2"/>
    <w:rsid w:val="004D2CED"/>
    <w:rsid w:val="004D3339"/>
    <w:rsid w:val="004D353F"/>
    <w:rsid w:val="004D36D7"/>
    <w:rsid w:val="004D682B"/>
    <w:rsid w:val="004E6152"/>
    <w:rsid w:val="004F0E38"/>
    <w:rsid w:val="004F2E9B"/>
    <w:rsid w:val="004F344A"/>
    <w:rsid w:val="004F4EC3"/>
    <w:rsid w:val="00504ED4"/>
    <w:rsid w:val="00510639"/>
    <w:rsid w:val="00511791"/>
    <w:rsid w:val="005139BE"/>
    <w:rsid w:val="00516142"/>
    <w:rsid w:val="0051681C"/>
    <w:rsid w:val="00520027"/>
    <w:rsid w:val="0052093C"/>
    <w:rsid w:val="00521B31"/>
    <w:rsid w:val="00522469"/>
    <w:rsid w:val="0052400A"/>
    <w:rsid w:val="0053333E"/>
    <w:rsid w:val="005340CC"/>
    <w:rsid w:val="00536277"/>
    <w:rsid w:val="00536F43"/>
    <w:rsid w:val="00542616"/>
    <w:rsid w:val="005467FC"/>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6DAE"/>
    <w:rsid w:val="0059790F"/>
    <w:rsid w:val="005A6E62"/>
    <w:rsid w:val="005B2FB3"/>
    <w:rsid w:val="005C6BCB"/>
    <w:rsid w:val="005C6DE5"/>
    <w:rsid w:val="005C7150"/>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2017"/>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5CE"/>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73F48"/>
    <w:rsid w:val="00977B8D"/>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3D37"/>
    <w:rsid w:val="009F4C2E"/>
    <w:rsid w:val="00A014A3"/>
    <w:rsid w:val="00A027CC"/>
    <w:rsid w:val="00A0412D"/>
    <w:rsid w:val="00A15DF0"/>
    <w:rsid w:val="00A21211"/>
    <w:rsid w:val="00A249CB"/>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1E5"/>
    <w:rsid w:val="00B27499"/>
    <w:rsid w:val="00B3010D"/>
    <w:rsid w:val="00B35151"/>
    <w:rsid w:val="00B433F2"/>
    <w:rsid w:val="00B458E8"/>
    <w:rsid w:val="00B47940"/>
    <w:rsid w:val="00B5397B"/>
    <w:rsid w:val="00B53EE9"/>
    <w:rsid w:val="00B6183E"/>
    <w:rsid w:val="00B62809"/>
    <w:rsid w:val="00B72F2A"/>
    <w:rsid w:val="00B74716"/>
    <w:rsid w:val="00B7675A"/>
    <w:rsid w:val="00B80BED"/>
    <w:rsid w:val="00B81898"/>
    <w:rsid w:val="00B82DED"/>
    <w:rsid w:val="00B8606B"/>
    <w:rsid w:val="00B878E7"/>
    <w:rsid w:val="00B879CC"/>
    <w:rsid w:val="00B9616F"/>
    <w:rsid w:val="00B96640"/>
    <w:rsid w:val="00B96BC2"/>
    <w:rsid w:val="00B97278"/>
    <w:rsid w:val="00B97943"/>
    <w:rsid w:val="00BA1D0B"/>
    <w:rsid w:val="00BA2B50"/>
    <w:rsid w:val="00BA2E8C"/>
    <w:rsid w:val="00BA6972"/>
    <w:rsid w:val="00BB1E0D"/>
    <w:rsid w:val="00BB26C8"/>
    <w:rsid w:val="00BB4D9B"/>
    <w:rsid w:val="00BB73FF"/>
    <w:rsid w:val="00BB7688"/>
    <w:rsid w:val="00BC7423"/>
    <w:rsid w:val="00BC7CAC"/>
    <w:rsid w:val="00BD6D76"/>
    <w:rsid w:val="00BE1080"/>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B76"/>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9758A"/>
    <w:rsid w:val="00CA2BB2"/>
    <w:rsid w:val="00CA68A1"/>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269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2E1"/>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2B34"/>
    <w:rsid w:val="00E037D9"/>
    <w:rsid w:val="00E04927"/>
    <w:rsid w:val="00E110D8"/>
    <w:rsid w:val="00E11A48"/>
    <w:rsid w:val="00E12F97"/>
    <w:rsid w:val="00E130EB"/>
    <w:rsid w:val="00E162CD"/>
    <w:rsid w:val="00E17FA5"/>
    <w:rsid w:val="00E21BFE"/>
    <w:rsid w:val="00E21C88"/>
    <w:rsid w:val="00E223AC"/>
    <w:rsid w:val="00E26930"/>
    <w:rsid w:val="00E27257"/>
    <w:rsid w:val="00E27F4F"/>
    <w:rsid w:val="00E33C65"/>
    <w:rsid w:val="00E449D0"/>
    <w:rsid w:val="00E44A34"/>
    <w:rsid w:val="00E4506A"/>
    <w:rsid w:val="00E45760"/>
    <w:rsid w:val="00E53F99"/>
    <w:rsid w:val="00E56510"/>
    <w:rsid w:val="00E579FF"/>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6C45"/>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43F596"/>
  <w15:docId w15:val="{8BFD55BB-AB33-4A43-A547-CFD8AF8F2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D632E1"/>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D632E1"/>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D632E1"/>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632E1"/>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CA68A1"/>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CA68A1"/>
    <w:pPr>
      <w:spacing w:after="72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5467FC"/>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CA68A1"/>
    <w:pPr>
      <w:spacing w:before="0" w:after="0"/>
    </w:pPr>
    <w:rPr>
      <w:i/>
      <w:color w:val="FFFFFF" w:themeColor="background1"/>
      <w:sz w:val="6"/>
    </w:rPr>
  </w:style>
  <w:style w:type="paragraph" w:customStyle="1" w:styleId="SubStepAlpha">
    <w:name w:val="SubStep Alpha"/>
    <w:basedOn w:val="BodyTextL25"/>
    <w:qFormat/>
    <w:rsid w:val="00D632E1"/>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D632E1"/>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D632E1"/>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CA68A1"/>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character" w:styleId="UnresolvedMention">
    <w:name w:val="Unresolved Mention"/>
    <w:basedOn w:val="DefaultParagraphFont"/>
    <w:uiPriority w:val="99"/>
    <w:semiHidden/>
    <w:unhideWhenUsed/>
    <w:rsid w:val="00443D32"/>
    <w:rPr>
      <w:color w:val="605E5C"/>
      <w:shd w:val="clear" w:color="auto" w:fill="E1DFDD"/>
    </w:rPr>
  </w:style>
  <w:style w:type="paragraph" w:customStyle="1" w:styleId="SubstepRomanNum">
    <w:name w:val="Substep Roman Num"/>
    <w:basedOn w:val="SubStepNum"/>
    <w:qFormat/>
    <w:rsid w:val="00D632E1"/>
    <w:pPr>
      <w:numPr>
        <w:ilvl w:val="5"/>
      </w:numPr>
    </w:pPr>
  </w:style>
  <w:style w:type="paragraph" w:customStyle="1" w:styleId="TaskHead">
    <w:name w:val="Task Head"/>
    <w:basedOn w:val="Normal"/>
    <w:next w:val="BodyTextL25"/>
    <w:rsid w:val="00977B8D"/>
    <w:pPr>
      <w:keepNext/>
      <w:numPr>
        <w:ilvl w:val="1"/>
        <w:numId w:val="10"/>
      </w:numPr>
      <w:spacing w:before="240"/>
      <w:outlineLvl w:val="0"/>
    </w:pPr>
    <w:rPr>
      <w:b/>
      <w:sz w:val="24"/>
    </w:rPr>
  </w:style>
  <w:style w:type="character" w:styleId="Hyperlink">
    <w:name w:val="Hyperlink"/>
    <w:basedOn w:val="DefaultParagraphFont"/>
    <w:unhideWhenUsed/>
    <w:rsid w:val="0013498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reshark.org" TargetMode="Externa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cisco.com" TargetMode="External"/><Relationship Id="rId14" Type="http://schemas.openxmlformats.org/officeDocument/2006/relationships/image" Target="media/image5.png"/><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9ABABD7291F426E839351AA20F94907"/>
        <w:category>
          <w:name w:val="General"/>
          <w:gallery w:val="placeholder"/>
        </w:category>
        <w:types>
          <w:type w:val="bbPlcHdr"/>
        </w:types>
        <w:behaviors>
          <w:behavior w:val="content"/>
        </w:behaviors>
        <w:guid w:val="{75FEFAFC-F64B-4E7D-899E-9EB00A5B4976}"/>
      </w:docPartPr>
      <w:docPartBody>
        <w:p w:rsidR="007907A4" w:rsidRDefault="00A060DF">
          <w:pPr>
            <w:pStyle w:val="E9ABABD7291F426E839351AA20F94907"/>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0DF"/>
    <w:rsid w:val="000575D6"/>
    <w:rsid w:val="00552360"/>
    <w:rsid w:val="007907A4"/>
    <w:rsid w:val="00A060DF"/>
    <w:rsid w:val="00AB3CDC"/>
    <w:rsid w:val="00B10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E9ABABD7291F426E839351AA20F94907">
    <w:name w:val="E9ABABD7291F426E839351AA20F949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1D8118-7633-4EB7-9FB4-268118DFD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3</TotalTime>
  <Pages>8</Pages>
  <Words>808</Words>
  <Characters>4611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Lab - Exploring DNS Traffic</vt:lpstr>
    </vt:vector>
  </TitlesOfParts>
  <Company>Cisco Systems, Inc.</Company>
  <LinksUpToDate>false</LinksUpToDate>
  <CharactersWithSpaces>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Exploring DNS Traffic</dc:title>
  <dc:creator>SP</dc:creator>
  <dc:description>2017</dc:description>
  <cp:lastModifiedBy>Suk-Yi Pennock -X (spennock - UNICON INC at Cisco)</cp:lastModifiedBy>
  <cp:revision>6</cp:revision>
  <cp:lastPrinted>2020-07-14T21:37:00Z</cp:lastPrinted>
  <dcterms:created xsi:type="dcterms:W3CDTF">2020-06-02T03:56:00Z</dcterms:created>
  <dcterms:modified xsi:type="dcterms:W3CDTF">2020-07-14T21:37:00Z</dcterms:modified>
</cp:coreProperties>
</file>